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726" w:rsidRDefault="00220DF8">
      <w:pPr>
        <w:pStyle w:val="Nadpisy"/>
        <w:spacing w:before="360"/>
      </w:pPr>
      <w:r>
        <w:rPr>
          <w:noProof/>
          <w:sz w:val="20"/>
        </w:rPr>
        <mc:AlternateContent>
          <mc:Choice Requires="wpg">
            <w:drawing>
              <wp:anchor distT="0" distB="0" distL="114300" distR="114300" simplePos="0" relativeHeight="251657216" behindDoc="0" locked="0" layoutInCell="1" allowOverlap="1">
                <wp:simplePos x="0" y="0"/>
                <wp:positionH relativeFrom="column">
                  <wp:posOffset>-49530</wp:posOffset>
                </wp:positionH>
                <wp:positionV relativeFrom="paragraph">
                  <wp:posOffset>0</wp:posOffset>
                </wp:positionV>
                <wp:extent cx="6205220" cy="2514600"/>
                <wp:effectExtent l="0" t="0" r="24130" b="0"/>
                <wp:wrapSquare wrapText="bothSides"/>
                <wp:docPr id="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5220" cy="2514600"/>
                          <a:chOff x="1418" y="578"/>
                          <a:chExt cx="9588" cy="3768"/>
                        </a:xfrm>
                      </wpg:grpSpPr>
                      <wps:wsp>
                        <wps:cNvPr id="9" name="Line 21"/>
                        <wps:cNvCnPr>
                          <a:cxnSpLocks noChangeShapeType="1"/>
                        </wps:cNvCnPr>
                        <wps:spPr bwMode="auto">
                          <a:xfrm>
                            <a:off x="1419" y="1725"/>
                            <a:ext cx="9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 name="Picture 22"/>
                          <pic:cNvPicPr preferRelativeResize="0">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18" y="578"/>
                            <a:ext cx="1576" cy="1096"/>
                          </a:xfrm>
                          <a:prstGeom prst="rect">
                            <a:avLst/>
                          </a:prstGeom>
                          <a:noFill/>
                          <a:extLst>
                            <a:ext uri="{909E8E84-426E-40DD-AFC4-6F175D3DCCD1}">
                              <a14:hiddenFill xmlns:a14="http://schemas.microsoft.com/office/drawing/2010/main">
                                <a:solidFill>
                                  <a:srgbClr val="FFFFFF"/>
                                </a:solidFill>
                              </a14:hiddenFill>
                            </a:ext>
                          </a:extLst>
                        </pic:spPr>
                      </pic:pic>
                      <wps:wsp>
                        <wps:cNvPr id="11" name="Text Box 23"/>
                        <wps:cNvSpPr txBox="1">
                          <a:spLocks noChangeArrowheads="1"/>
                        </wps:cNvSpPr>
                        <wps:spPr bwMode="auto">
                          <a:xfrm>
                            <a:off x="1445" y="1803"/>
                            <a:ext cx="4340" cy="2543"/>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E11EB1" w:rsidRPr="00441689" w:rsidRDefault="00E11EB1" w:rsidP="00E11EB1">
                              <w:pPr>
                                <w:pStyle w:val="Zavodnazev"/>
                                <w:rPr>
                                  <w:rStyle w:val="ZavodnazevChar"/>
                                </w:rPr>
                              </w:pPr>
                              <w:r w:rsidRPr="00441689">
                                <w:rPr>
                                  <w:rStyle w:val="ZavodnazevChar"/>
                                </w:rPr>
                                <w:t xml:space="preserve">Závod </w:t>
                              </w:r>
                              <w:r>
                                <w:rPr>
                                  <w:rStyle w:val="ZavodnazevChar"/>
                                </w:rPr>
                                <w:t>Pardubice</w:t>
                              </w:r>
                            </w:p>
                            <w:p w:rsidR="00E11EB1" w:rsidRDefault="00E11EB1" w:rsidP="00E11EB1">
                              <w:pPr>
                                <w:pStyle w:val="Zavodadresa"/>
                                <w:rPr>
                                  <w:sz w:val="18"/>
                                </w:rPr>
                              </w:pPr>
                              <w:r>
                                <w:rPr>
                                  <w:rStyle w:val="ZavodadresaChar"/>
                                  <w:sz w:val="20"/>
                                </w:rPr>
                                <w:t>Cihelna 135, 530 09 Pardubice</w:t>
                              </w:r>
                            </w:p>
                            <w:p w:rsidR="00E11EB1" w:rsidRDefault="00E11EB1" w:rsidP="00E11EB1">
                              <w:pPr>
                                <w:pStyle w:val="Identifikace"/>
                                <w:tabs>
                                  <w:tab w:val="left" w:pos="1418"/>
                                </w:tabs>
                              </w:pPr>
                              <w:r>
                                <w:t>TELEFON</w:t>
                              </w:r>
                              <w:r>
                                <w:tab/>
                                <w:t>466 868 211</w:t>
                              </w:r>
                            </w:p>
                            <w:p w:rsidR="0063765E" w:rsidRDefault="0063765E" w:rsidP="0063765E">
                              <w:pPr>
                                <w:pStyle w:val="Identifikace"/>
                                <w:tabs>
                                  <w:tab w:val="left" w:pos="1418"/>
                                </w:tabs>
                              </w:pPr>
                              <w:r>
                                <w:t>E-MAIL</w:t>
                              </w:r>
                              <w:r>
                                <w:tab/>
                                <w:t>labe-z2@pla.cz</w:t>
                              </w:r>
                            </w:p>
                            <w:p w:rsidR="0063765E" w:rsidRDefault="0063765E" w:rsidP="0063765E">
                              <w:pPr>
                                <w:pStyle w:val="Identifikace"/>
                                <w:tabs>
                                  <w:tab w:val="left" w:pos="1418"/>
                                </w:tabs>
                              </w:pPr>
                              <w:r>
                                <w:t>IČO</w:t>
                              </w:r>
                              <w:r>
                                <w:tab/>
                                <w:t>70890005</w:t>
                              </w:r>
                            </w:p>
                            <w:p w:rsidR="0063765E" w:rsidRDefault="0063765E" w:rsidP="0063765E">
                              <w:pPr>
                                <w:pStyle w:val="Identifikace"/>
                                <w:tabs>
                                  <w:tab w:val="left" w:pos="1418"/>
                                </w:tabs>
                              </w:pPr>
                              <w:r>
                                <w:t>DIČ</w:t>
                              </w:r>
                              <w:r>
                                <w:tab/>
                                <w:t>CZ70890005</w:t>
                              </w:r>
                            </w:p>
                            <w:p w:rsidR="0063765E" w:rsidRDefault="0063765E" w:rsidP="0063765E">
                              <w:pPr>
                                <w:pStyle w:val="Identifikace"/>
                                <w:tabs>
                                  <w:tab w:val="left" w:pos="1418"/>
                                </w:tabs>
                              </w:pPr>
                              <w:r>
                                <w:t>IDDS</w:t>
                              </w:r>
                              <w:r>
                                <w:tab/>
                                <w:t>dbyt8g2</w:t>
                              </w:r>
                            </w:p>
                            <w:p w:rsidR="0063765E" w:rsidRDefault="0063765E" w:rsidP="0063765E">
                              <w:pPr>
                                <w:pStyle w:val="Identifikace"/>
                                <w:tabs>
                                  <w:tab w:val="left" w:pos="1418"/>
                                </w:tabs>
                                <w:ind w:left="1418" w:hanging="1418"/>
                              </w:pPr>
                              <w:r>
                                <w:t>Obchodní rejstřík</w:t>
                              </w:r>
                              <w:r>
                                <w:tab/>
                                <w:t>vedený u KS v Hradci Králové,</w:t>
                              </w:r>
                              <w:r>
                                <w:br/>
                                <w:t>oddíl A, vložka 9473</w:t>
                              </w:r>
                            </w:p>
                            <w:p w:rsidR="00CB013C" w:rsidRDefault="00CB013C" w:rsidP="006C2DFE">
                              <w:pPr>
                                <w:pStyle w:val="Identifikace"/>
                                <w:tabs>
                                  <w:tab w:val="left" w:pos="1418"/>
                                </w:tabs>
                              </w:pPr>
                            </w:p>
                          </w:txbxContent>
                        </wps:txbx>
                        <wps:bodyPr rot="0" vert="horz" wrap="square" lIns="0" tIns="45720" rIns="91440" bIns="45720" anchor="t" anchorCtr="0" upright="1">
                          <a:noAutofit/>
                        </wps:bodyPr>
                      </wps:wsp>
                      <wps:wsp>
                        <wps:cNvPr id="12" name="Text Box 24"/>
                        <wps:cNvSpPr txBox="1">
                          <a:spLocks noChangeArrowheads="1"/>
                        </wps:cNvSpPr>
                        <wps:spPr bwMode="auto">
                          <a:xfrm>
                            <a:off x="6190" y="1965"/>
                            <a:ext cx="4816" cy="2188"/>
                          </a:xfrm>
                          <a:prstGeom prst="rect">
                            <a:avLst/>
                          </a:prstGeom>
                          <a:noFill/>
                          <a:ln w="6350">
                            <a:solidFill>
                              <a:srgbClr val="333333"/>
                            </a:solidFill>
                            <a:miter lim="800000"/>
                            <a:headEnd/>
                            <a:tailEnd/>
                          </a:ln>
                          <a:extLst>
                            <a:ext uri="{909E8E84-426E-40DD-AFC4-6F175D3DCCD1}">
                              <a14:hiddenFill xmlns:a14="http://schemas.microsoft.com/office/drawing/2010/main">
                                <a:solidFill>
                                  <a:srgbClr val="000000"/>
                                </a:solidFill>
                              </a14:hiddenFill>
                            </a:ext>
                          </a:extLst>
                        </wps:spPr>
                        <wps:txbx>
                          <w:txbxContent>
                            <w:p w:rsidR="00D23172" w:rsidRPr="00215C6F" w:rsidRDefault="00616E7F" w:rsidP="00215C6F">
                              <w:pPr>
                                <w:pStyle w:val="Adresa"/>
                              </w:pPr>
                              <w:r w:rsidRPr="00215C6F">
                                <w:t>MĚSTSKÝ ÚŘAD ČÁSLAV</w:t>
                              </w:r>
                              <w:r w:rsidR="00D23172" w:rsidRPr="00215C6F">
                                <w:t xml:space="preserve"> </w:t>
                              </w:r>
                            </w:p>
                            <w:p w:rsidR="00616E7F" w:rsidRPr="00215C6F" w:rsidRDefault="00616E7F" w:rsidP="00215C6F">
                              <w:pPr>
                                <w:pStyle w:val="Adresa"/>
                                <w:rPr>
                                  <w:b w:val="0"/>
                                </w:rPr>
                              </w:pPr>
                              <w:r w:rsidRPr="00215C6F">
                                <w:rPr>
                                  <w:b w:val="0"/>
                                </w:rPr>
                                <w:t>odbor životního prostředí</w:t>
                              </w:r>
                            </w:p>
                            <w:p w:rsidR="00215C6F" w:rsidRPr="00215C6F" w:rsidRDefault="000A26A4" w:rsidP="00215C6F">
                              <w:pPr>
                                <w:pStyle w:val="Adresa"/>
                                <w:rPr>
                                  <w:b w:val="0"/>
                                </w:rPr>
                              </w:pPr>
                              <w:r w:rsidRPr="00215C6F">
                                <w:rPr>
                                  <w:b w:val="0"/>
                                </w:rPr>
                                <w:t xml:space="preserve">  </w:t>
                              </w:r>
                              <w:r w:rsidR="00616E7F" w:rsidRPr="00215C6F">
                                <w:rPr>
                                  <w:b w:val="0"/>
                                </w:rPr>
                                <w:t>nám. Jana Žižky z Trocnova 1</w:t>
                              </w:r>
                              <w:r w:rsidRPr="00215C6F">
                                <w:rPr>
                                  <w:b w:val="0"/>
                                </w:rPr>
                                <w:t xml:space="preserve"> </w:t>
                              </w:r>
                            </w:p>
                            <w:p w:rsidR="00D23172" w:rsidRPr="000A26A4" w:rsidRDefault="000A26A4" w:rsidP="00215C6F">
                              <w:pPr>
                                <w:pStyle w:val="Adresa"/>
                              </w:pPr>
                              <w:r w:rsidRPr="00215C6F">
                                <w:rPr>
                                  <w:b w:val="0"/>
                                </w:rPr>
                                <w:t>286 01 Čáslav</w:t>
                              </w:r>
                              <w:r w:rsidRPr="000A26A4">
                                <w:t xml:space="preserve"> </w:t>
                              </w:r>
                              <w:r w:rsidR="00616E7F" w:rsidRPr="000A26A4">
                                <w:t xml:space="preserve">                                        </w:t>
                              </w:r>
                            </w:p>
                            <w:p w:rsidR="00215C6F" w:rsidRDefault="000A26A4" w:rsidP="00215C6F">
                              <w:pPr>
                                <w:jc w:val="right"/>
                                <w:rPr>
                                  <w:rFonts w:cs="Arial"/>
                                  <w:color w:val="000000"/>
                                  <w:sz w:val="22"/>
                                  <w:szCs w:val="22"/>
                                </w:rPr>
                              </w:pPr>
                              <w:r w:rsidRPr="000A26A4">
                                <w:rPr>
                                  <w:rFonts w:cs="Arial"/>
                                  <w:color w:val="000000"/>
                                  <w:sz w:val="22"/>
                                  <w:szCs w:val="22"/>
                                </w:rPr>
                                <w:t>s</w:t>
                              </w:r>
                              <w:r w:rsidR="00616E7F" w:rsidRPr="000A26A4">
                                <w:rPr>
                                  <w:rFonts w:cs="Arial"/>
                                  <w:color w:val="000000"/>
                                  <w:sz w:val="22"/>
                                  <w:szCs w:val="22"/>
                                </w:rPr>
                                <w:t>ídlo odboru: Gen. Eliáše 6, Čáslav</w:t>
                              </w:r>
                            </w:p>
                            <w:p w:rsidR="00215C6F" w:rsidRDefault="00215C6F" w:rsidP="00215C6F">
                              <w:pPr>
                                <w:jc w:val="right"/>
                                <w:rPr>
                                  <w:rFonts w:cs="Arial"/>
                                  <w:color w:val="000000"/>
                                  <w:sz w:val="22"/>
                                  <w:szCs w:val="22"/>
                                </w:rPr>
                              </w:pPr>
                            </w:p>
                            <w:p w:rsidR="007A1B98" w:rsidRPr="00215C6F" w:rsidRDefault="00215C6F" w:rsidP="00215C6F">
                              <w:pPr>
                                <w:jc w:val="right"/>
                                <w:rPr>
                                  <w:b/>
                                  <w:sz w:val="28"/>
                                  <w:szCs w:val="28"/>
                                </w:rPr>
                              </w:pPr>
                              <w:r w:rsidRPr="00215C6F">
                                <w:rPr>
                                  <w:rFonts w:cs="Arial"/>
                                  <w:color w:val="000000"/>
                                  <w:sz w:val="28"/>
                                  <w:szCs w:val="28"/>
                                </w:rPr>
                                <w:t xml:space="preserve">IDDS: </w:t>
                              </w:r>
                              <w:r w:rsidRPr="00215C6F">
                                <w:rPr>
                                  <w:sz w:val="28"/>
                                  <w:szCs w:val="28"/>
                                </w:rPr>
                                <w:t>ffnbe7e</w:t>
                              </w:r>
                              <w:r w:rsidRPr="00215C6F">
                                <w:rPr>
                                  <w:rFonts w:cs="Arial"/>
                                  <w:color w:val="000000"/>
                                  <w:sz w:val="28"/>
                                  <w:szCs w:val="28"/>
                                </w:rPr>
                                <w:t xml:space="preserve"> </w:t>
                              </w:r>
                              <w:r w:rsidR="007A1B98" w:rsidRPr="00215C6F">
                                <w:rPr>
                                  <w:rFonts w:cs="Arial"/>
                                  <w:b/>
                                  <w:color w:val="000000"/>
                                  <w:sz w:val="28"/>
                                  <w:szCs w:val="28"/>
                                </w:rPr>
                                <w:t xml:space="preserve">      </w:t>
                              </w:r>
                            </w:p>
                          </w:txbxContent>
                        </wps:txbx>
                        <wps:bodyPr rot="0" vert="horz" wrap="square" lIns="91440" tIns="45720" rIns="91440" bIns="45720" anchor="t" anchorCtr="0" upright="1">
                          <a:noAutofit/>
                        </wps:bodyPr>
                      </wps:wsp>
                      <wps:wsp>
                        <wps:cNvPr id="13" name="Text Box 25"/>
                        <wps:cNvSpPr txBox="1">
                          <a:spLocks noChangeArrowheads="1"/>
                        </wps:cNvSpPr>
                        <wps:spPr bwMode="auto">
                          <a:xfrm>
                            <a:off x="3237" y="771"/>
                            <a:ext cx="7420" cy="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65E" w:rsidRPr="0006760C" w:rsidRDefault="0063765E" w:rsidP="0063765E">
                              <w:pPr>
                                <w:pStyle w:val="Nzevfirmy"/>
                                <w:rPr>
                                  <w:sz w:val="40"/>
                                  <w:szCs w:val="40"/>
                                </w:rPr>
                              </w:pPr>
                              <w:r w:rsidRPr="0006760C">
                                <w:rPr>
                                  <w:sz w:val="40"/>
                                  <w:szCs w:val="40"/>
                                </w:rPr>
                                <w:t>Povodí Labe, státní podnik</w:t>
                              </w:r>
                            </w:p>
                            <w:p w:rsidR="00CB013C" w:rsidRDefault="0063765E" w:rsidP="0063765E">
                              <w:pPr>
                                <w:pStyle w:val="Nzevfirmy"/>
                              </w:pPr>
                              <w:r w:rsidRPr="00E44AC9">
                                <w:rPr>
                                  <w:sz w:val="24"/>
                                  <w:szCs w:val="24"/>
                                </w:rPr>
                                <w:t>Víta Nejedlého 951/8, Slezské Předměstí, 500 03 Hradec Králové</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3.9pt;margin-top:0;width:488.6pt;height:198pt;z-index:251657216" coordorigin="1418,578" coordsize="9588,37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">
                <v:line id="Line 21" o:spid="_x0000_s1027" style="position:absolute;visibility:visible;mso-wrap-style:square" from="1419,1725" to="10779,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8" type="#_x0000_t75" style="position:absolute;left:1418;top:578;width:1576;height:109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23" o:spid="_x0000_s1029" type="#_x0000_t202" style="position:absolute;left:1445;top:1803;width:4340;height:2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" stroked="f" strokeweight="0">
                  <v:textbox inset="0">
                    <w:txbxContent>
                      <w:p w:rsidR="00E11EB1" w:rsidRPr="00441689" w:rsidRDefault="00E11EB1" w:rsidP="00E11EB1">
                        <w:pPr>
                          <w:pStyle w:val="Zavodnazev"/>
                          <w:rPr>
                            <w:rStyle w:val="ZavodnazevChar"/>
                          </w:rPr>
                        </w:pPr>
                        <w:r w:rsidRPr="00441689">
                          <w:rPr>
                            <w:rStyle w:val="ZavodnazevChar"/>
                          </w:rPr>
                          <w:t xml:space="preserve">Závod </w:t>
                        </w:r>
                        <w:r>
                          <w:rPr>
                            <w:rStyle w:val="ZavodnazevChar"/>
                          </w:rPr>
                          <w:t>Pardubice</w:t>
                        </w:r>
                      </w:p>
                      <w:p w:rsidR="00E11EB1" w:rsidRDefault="00E11EB1" w:rsidP="00E11EB1">
                        <w:pPr>
                          <w:pStyle w:val="Zavodadresa"/>
                          <w:rPr>
                            <w:sz w:val="18"/>
                          </w:rPr>
                        </w:pPr>
                        <w:r>
                          <w:rPr>
                            <w:rStyle w:val="ZavodadresaChar"/>
                            <w:sz w:val="20"/>
                          </w:rPr>
                          <w:t>Cihelna 135, 530 09 Pardubice</w:t>
                        </w:r>
                      </w:p>
                      <w:p w:rsidR="00E11EB1" w:rsidRDefault="00E11EB1" w:rsidP="00E11EB1">
                        <w:pPr>
                          <w:pStyle w:val="Identifikace"/>
                          <w:tabs>
                            <w:tab w:val="left" w:pos="1418"/>
                          </w:tabs>
                        </w:pPr>
                        <w:r>
                          <w:t>TELEFON</w:t>
                        </w:r>
                        <w:r>
                          <w:tab/>
                          <w:t>466 868 211</w:t>
                        </w:r>
                      </w:p>
                      <w:p w:rsidR="0063765E" w:rsidRDefault="0063765E" w:rsidP="0063765E">
                        <w:pPr>
                          <w:pStyle w:val="Identifikace"/>
                          <w:tabs>
                            <w:tab w:val="left" w:pos="1418"/>
                          </w:tabs>
                        </w:pPr>
                        <w:r>
                          <w:t>E-MAIL</w:t>
                        </w:r>
                        <w:r>
                          <w:tab/>
                          <w:t>labe-z2@pla.cz</w:t>
                        </w:r>
                      </w:p>
                      <w:p w:rsidR="0063765E" w:rsidRDefault="0063765E" w:rsidP="0063765E">
                        <w:pPr>
                          <w:pStyle w:val="Identifikace"/>
                          <w:tabs>
                            <w:tab w:val="left" w:pos="1418"/>
                          </w:tabs>
                        </w:pPr>
                        <w:r>
                          <w:t>IČO</w:t>
                        </w:r>
                        <w:r>
                          <w:tab/>
                          <w:t>70890005</w:t>
                        </w:r>
                      </w:p>
                      <w:p w:rsidR="0063765E" w:rsidRDefault="0063765E" w:rsidP="0063765E">
                        <w:pPr>
                          <w:pStyle w:val="Identifikace"/>
                          <w:tabs>
                            <w:tab w:val="left" w:pos="1418"/>
                          </w:tabs>
                        </w:pPr>
                        <w:r>
                          <w:t>DIČ</w:t>
                        </w:r>
                        <w:r>
                          <w:tab/>
                          <w:t>CZ70890005</w:t>
                        </w:r>
                      </w:p>
                      <w:p w:rsidR="0063765E" w:rsidRDefault="0063765E" w:rsidP="0063765E">
                        <w:pPr>
                          <w:pStyle w:val="Identifikace"/>
                          <w:tabs>
                            <w:tab w:val="left" w:pos="1418"/>
                          </w:tabs>
                        </w:pPr>
                        <w:r>
                          <w:t>IDDS</w:t>
                        </w:r>
                        <w:r>
                          <w:tab/>
                          <w:t>dbyt8g2</w:t>
                        </w:r>
                      </w:p>
                      <w:p w:rsidR="0063765E" w:rsidRDefault="0063765E" w:rsidP="0063765E">
                        <w:pPr>
                          <w:pStyle w:val="Identifikace"/>
                          <w:tabs>
                            <w:tab w:val="left" w:pos="1418"/>
                          </w:tabs>
                          <w:ind w:left="1418" w:hanging="1418"/>
                        </w:pPr>
                        <w:r>
                          <w:t>Obchodní rejstřík</w:t>
                        </w:r>
                        <w:r>
                          <w:tab/>
                          <w:t>vedený u KS v Hradci Králové,</w:t>
                        </w:r>
                        <w:r>
                          <w:br/>
                          <w:t>oddíl A, vložka 9473</w:t>
                        </w:r>
                      </w:p>
                      <w:p w:rsidR="00CB013C" w:rsidRDefault="00CB013C" w:rsidP="006C2DFE">
                        <w:pPr>
                          <w:pStyle w:val="Identifikace"/>
                          <w:tabs>
                            <w:tab w:val="left" w:pos="1418"/>
                          </w:tabs>
                        </w:pPr>
                      </w:p>
                    </w:txbxContent>
                  </v:textbox>
                </v:shape>
                <v:shape id="Text Box 24" o:spid="_x0000_s1030" type="#_x0000_t202" style="position:absolute;left:6190;top:1965;width:4816;height:2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" filled="f" fillcolor="black" strokecolor="#333" strokeweight=".5pt">
                  <v:textbox>
                    <w:txbxContent>
                      <w:p w:rsidR="00D23172" w:rsidRPr="00215C6F" w:rsidRDefault="00616E7F" w:rsidP="00215C6F">
                        <w:pPr>
                          <w:pStyle w:val="Adresa"/>
                        </w:pPr>
                        <w:r w:rsidRPr="00215C6F">
                          <w:t>MĚSTSKÝ ÚŘAD ČÁSLAV</w:t>
                        </w:r>
                        <w:r w:rsidR="00D23172" w:rsidRPr="00215C6F">
                          <w:t xml:space="preserve"> </w:t>
                        </w:r>
                      </w:p>
                      <w:p w:rsidR="00616E7F" w:rsidRPr="00215C6F" w:rsidRDefault="00616E7F" w:rsidP="00215C6F">
                        <w:pPr>
                          <w:pStyle w:val="Adresa"/>
                          <w:rPr>
                            <w:b w:val="0"/>
                          </w:rPr>
                        </w:pPr>
                        <w:r w:rsidRPr="00215C6F">
                          <w:rPr>
                            <w:b w:val="0"/>
                          </w:rPr>
                          <w:t>odbor životního prostředí</w:t>
                        </w:r>
                      </w:p>
                      <w:p w:rsidR="00215C6F" w:rsidRPr="00215C6F" w:rsidRDefault="000A26A4" w:rsidP="00215C6F">
                        <w:pPr>
                          <w:pStyle w:val="Adresa"/>
                          <w:rPr>
                            <w:b w:val="0"/>
                          </w:rPr>
                        </w:pPr>
                        <w:r w:rsidRPr="00215C6F">
                          <w:rPr>
                            <w:b w:val="0"/>
                          </w:rPr>
                          <w:t xml:space="preserve">  </w:t>
                        </w:r>
                        <w:r w:rsidR="00616E7F" w:rsidRPr="00215C6F">
                          <w:rPr>
                            <w:b w:val="0"/>
                          </w:rPr>
                          <w:t>nám. Jana Žižky z Trocnova 1</w:t>
                        </w:r>
                        <w:r w:rsidRPr="00215C6F">
                          <w:rPr>
                            <w:b w:val="0"/>
                          </w:rPr>
                          <w:t xml:space="preserve"> </w:t>
                        </w:r>
                      </w:p>
                      <w:p w:rsidR="00D23172" w:rsidRPr="000A26A4" w:rsidRDefault="000A26A4" w:rsidP="00215C6F">
                        <w:pPr>
                          <w:pStyle w:val="Adresa"/>
                        </w:pPr>
                        <w:r w:rsidRPr="00215C6F">
                          <w:rPr>
                            <w:b w:val="0"/>
                          </w:rPr>
                          <w:t>286 01 Čáslav</w:t>
                        </w:r>
                        <w:r w:rsidRPr="000A26A4">
                          <w:t xml:space="preserve"> </w:t>
                        </w:r>
                        <w:r w:rsidR="00616E7F" w:rsidRPr="000A26A4">
                          <w:t xml:space="preserve">                                        </w:t>
                        </w:r>
                      </w:p>
                      <w:p w:rsidR="00215C6F" w:rsidRDefault="000A26A4" w:rsidP="00215C6F">
                        <w:pPr>
                          <w:jc w:val="right"/>
                          <w:rPr>
                            <w:rFonts w:cs="Arial"/>
                            <w:color w:val="000000"/>
                            <w:sz w:val="22"/>
                            <w:szCs w:val="22"/>
                          </w:rPr>
                        </w:pPr>
                        <w:r w:rsidRPr="000A26A4">
                          <w:rPr>
                            <w:rFonts w:cs="Arial"/>
                            <w:color w:val="000000"/>
                            <w:sz w:val="22"/>
                            <w:szCs w:val="22"/>
                          </w:rPr>
                          <w:t>s</w:t>
                        </w:r>
                        <w:r w:rsidR="00616E7F" w:rsidRPr="000A26A4">
                          <w:rPr>
                            <w:rFonts w:cs="Arial"/>
                            <w:color w:val="000000"/>
                            <w:sz w:val="22"/>
                            <w:szCs w:val="22"/>
                          </w:rPr>
                          <w:t>ídlo odboru: Gen. Eliáše 6, Čáslav</w:t>
                        </w:r>
                      </w:p>
                      <w:p w:rsidR="00215C6F" w:rsidRDefault="00215C6F" w:rsidP="00215C6F">
                        <w:pPr>
                          <w:jc w:val="right"/>
                          <w:rPr>
                            <w:rFonts w:cs="Arial"/>
                            <w:color w:val="000000"/>
                            <w:sz w:val="22"/>
                            <w:szCs w:val="22"/>
                          </w:rPr>
                        </w:pPr>
                      </w:p>
                      <w:p w:rsidR="007A1B98" w:rsidRPr="00215C6F" w:rsidRDefault="00215C6F" w:rsidP="00215C6F">
                        <w:pPr>
                          <w:jc w:val="right"/>
                          <w:rPr>
                            <w:b/>
                            <w:sz w:val="28"/>
                            <w:szCs w:val="28"/>
                          </w:rPr>
                        </w:pPr>
                        <w:bookmarkStart w:id="1" w:name="_GoBack"/>
                        <w:r w:rsidRPr="00215C6F">
                          <w:rPr>
                            <w:rFonts w:cs="Arial"/>
                            <w:color w:val="000000"/>
                            <w:sz w:val="28"/>
                            <w:szCs w:val="28"/>
                          </w:rPr>
                          <w:t xml:space="preserve">IDDS: </w:t>
                        </w:r>
                        <w:r w:rsidRPr="00215C6F">
                          <w:rPr>
                            <w:sz w:val="28"/>
                            <w:szCs w:val="28"/>
                          </w:rPr>
                          <w:t>ffnbe7e</w:t>
                        </w:r>
                        <w:bookmarkEnd w:id="1"/>
                        <w:r w:rsidRPr="00215C6F">
                          <w:rPr>
                            <w:rFonts w:cs="Arial"/>
                            <w:color w:val="000000"/>
                            <w:sz w:val="28"/>
                            <w:szCs w:val="28"/>
                          </w:rPr>
                          <w:t xml:space="preserve"> </w:t>
                        </w:r>
                        <w:r w:rsidR="007A1B98" w:rsidRPr="00215C6F">
                          <w:rPr>
                            <w:rFonts w:cs="Arial"/>
                            <w:b/>
                            <w:color w:val="000000"/>
                            <w:sz w:val="28"/>
                            <w:szCs w:val="28"/>
                          </w:rPr>
                          <w:t xml:space="preserve">      </w:t>
                        </w:r>
                      </w:p>
                    </w:txbxContent>
                  </v:textbox>
                </v:shape>
                <v:shape id="Text Box 25" o:spid="_x0000_s1031" type="#_x0000_t202" style="position:absolute;left:3237;top:771;width:7420;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63765E" w:rsidRPr="0006760C" w:rsidRDefault="0063765E" w:rsidP="0063765E">
                        <w:pPr>
                          <w:pStyle w:val="Nzevfirmy"/>
                          <w:rPr>
                            <w:sz w:val="40"/>
                            <w:szCs w:val="40"/>
                          </w:rPr>
                        </w:pPr>
                        <w:r w:rsidRPr="0006760C">
                          <w:rPr>
                            <w:sz w:val="40"/>
                            <w:szCs w:val="40"/>
                          </w:rPr>
                          <w:t>Povodí Labe, státní podnik</w:t>
                        </w:r>
                      </w:p>
                      <w:p w:rsidR="00CB013C" w:rsidRDefault="0063765E" w:rsidP="0063765E">
                        <w:pPr>
                          <w:pStyle w:val="Nzevfirmy"/>
                        </w:pPr>
                        <w:r w:rsidRPr="00E44AC9">
                          <w:rPr>
                            <w:sz w:val="24"/>
                            <w:szCs w:val="24"/>
                          </w:rPr>
                          <w:t>Víta Nejedlého 951/8, Slezské Předměstí, 500 03 Hradec Králové</w:t>
                        </w:r>
                      </w:p>
                    </w:txbxContent>
                  </v:textbox>
                </v:shape>
                <w10:wrap type="square"/>
              </v:group>
            </w:pict>
          </mc:Fallback>
        </mc:AlternateContent>
      </w:r>
      <w:r w:rsidR="00EA3726">
        <w:t xml:space="preserve">VÁŠ DOPIS </w:t>
      </w:r>
      <w:proofErr w:type="gramStart"/>
      <w:r w:rsidR="00EA3726">
        <w:t>Č.J.</w:t>
      </w:r>
      <w:proofErr w:type="gramEnd"/>
      <w:r w:rsidR="00EA3726">
        <w:t xml:space="preserve"> / ZE DNE</w:t>
      </w:r>
      <w:r w:rsidR="00EA3726">
        <w:tab/>
        <w:t>ČÍSLO JEDNA</w:t>
      </w:r>
      <w:r w:rsidR="00F815B1">
        <w:t>CÍ</w:t>
      </w:r>
      <w:r w:rsidR="00F815B1">
        <w:tab/>
        <w:t>VYŘIZUJE/LINKA</w:t>
      </w:r>
      <w:r w:rsidR="00F815B1">
        <w:tab/>
        <w:t>PARDUBICE</w:t>
      </w:r>
    </w:p>
    <w:p w:rsidR="0063765E" w:rsidRDefault="0063765E" w:rsidP="0063765E">
      <w:pPr>
        <w:pStyle w:val="Nadpisydata"/>
      </w:pPr>
      <w:r>
        <w:rPr>
          <w:noProof/>
        </w:rPr>
        <mc:AlternateContent>
          <mc:Choice Requires="wps">
            <w:drawing>
              <wp:anchor distT="180340" distB="180340" distL="114300" distR="114300" simplePos="0" relativeHeight="251660288" behindDoc="0" locked="0" layoutInCell="1" allowOverlap="0" wp14:anchorId="0001A3F9" wp14:editId="59FC2FEB">
                <wp:simplePos x="0" y="0"/>
                <wp:positionH relativeFrom="page">
                  <wp:posOffset>900430</wp:posOffset>
                </wp:positionH>
                <wp:positionV relativeFrom="page">
                  <wp:posOffset>10081260</wp:posOffset>
                </wp:positionV>
                <wp:extent cx="1208405" cy="407035"/>
                <wp:effectExtent l="0" t="0" r="0" b="0"/>
                <wp:wrapTopAndBottom/>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407035"/>
                        </a:xfrm>
                        <a:prstGeom prst="rect">
                          <a:avLst/>
                        </a:prstGeom>
                        <a:solidFill>
                          <a:srgbClr val="FFFF99">
                            <a:alpha val="2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765E" w:rsidRPr="00DA28B2" w:rsidRDefault="0063765E" w:rsidP="0063765E">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1A3F9" id="Text Box 21" o:spid="_x0000_s1032" type="#_x0000_t202" style="position:absolute;margin-left:70.9pt;margin-top:793.8pt;width:95.15pt;height:32.05pt;z-index:251660288;visibility:visible;mso-wrap-style:square;mso-width-percent:0;mso-height-percent:0;mso-wrap-distance-left:9pt;mso-wrap-distance-top:14.2pt;mso-wrap-distance-right:9pt;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" o:allowoverlap="f" fillcolor="#ff9" stroked="f">
                <v:fill opacity="13107f"/>
                <v:textbox inset="0,0,0,0">
                  <w:txbxContent>
                    <w:p w:rsidR="0063765E" w:rsidRPr="00DA28B2" w:rsidRDefault="0063765E" w:rsidP="0063765E">
                      <w:pPr>
                        <w:rPr>
                          <w:szCs w:val="16"/>
                        </w:rPr>
                      </w:pPr>
                    </w:p>
                  </w:txbxContent>
                </v:textbox>
                <w10:wrap type="topAndBottom" anchorx="page" anchory="page"/>
              </v:shape>
            </w:pict>
          </mc:Fallback>
        </mc:AlternateContent>
      </w:r>
      <w:r>
        <w:tab/>
      </w:r>
      <w:r>
        <w:tab/>
      </w:r>
      <w:r w:rsidR="00E05C03" w:rsidRPr="00E05C03">
        <w:t>PLa/2022/015617</w:t>
      </w:r>
      <w:bookmarkStart w:id="0" w:name="_GoBack"/>
      <w:bookmarkEnd w:id="0"/>
      <w:r>
        <w:tab/>
      </w:r>
      <w:r w:rsidR="009F1288">
        <w:t>Ing. Ivan Princ</w:t>
      </w:r>
      <w:r>
        <w:t>/l</w:t>
      </w:r>
      <w:r w:rsidR="009F1288">
        <w:t>234</w:t>
      </w:r>
      <w:r>
        <w:rPr>
          <w:noProof/>
        </w:rPr>
        <w:tab/>
      </w:r>
      <w:r w:rsidR="00616E7F">
        <w:rPr>
          <w:noProof/>
        </w:rPr>
        <w:t>29</w:t>
      </w:r>
      <w:r>
        <w:rPr>
          <w:noProof/>
        </w:rPr>
        <w:t>.</w:t>
      </w:r>
      <w:r w:rsidR="005B570C">
        <w:rPr>
          <w:noProof/>
        </w:rPr>
        <w:t xml:space="preserve"> 0</w:t>
      </w:r>
      <w:r w:rsidR="00616E7F">
        <w:rPr>
          <w:noProof/>
        </w:rPr>
        <w:t>3</w:t>
      </w:r>
      <w:r>
        <w:rPr>
          <w:noProof/>
        </w:rPr>
        <w:t>.</w:t>
      </w:r>
      <w:r w:rsidR="005B570C">
        <w:rPr>
          <w:noProof/>
        </w:rPr>
        <w:t xml:space="preserve"> </w:t>
      </w:r>
      <w:r w:rsidR="009F1288">
        <w:rPr>
          <w:noProof/>
        </w:rPr>
        <w:t>202</w:t>
      </w:r>
      <w:r w:rsidR="005B570C">
        <w:rPr>
          <w:noProof/>
        </w:rPr>
        <w:t>2</w:t>
      </w:r>
    </w:p>
    <w:p w:rsidR="002E19A5" w:rsidRDefault="00220DF8" w:rsidP="003E006B">
      <w:pPr>
        <w:pStyle w:val="Vc"/>
        <w:outlineLvl w:val="0"/>
      </w:pPr>
      <w:r>
        <w:rPr>
          <w:noProof/>
        </w:rPr>
        <mc:AlternateContent>
          <mc:Choice Requires="wps">
            <w:drawing>
              <wp:anchor distT="0" distB="0" distL="114300" distR="114300" simplePos="0" relativeHeight="251658240" behindDoc="0" locked="0" layoutInCell="1" allowOverlap="1">
                <wp:simplePos x="0" y="0"/>
                <wp:positionH relativeFrom="page">
                  <wp:posOffset>900430</wp:posOffset>
                </wp:positionH>
                <wp:positionV relativeFrom="page">
                  <wp:posOffset>10081260</wp:posOffset>
                </wp:positionV>
                <wp:extent cx="1208405" cy="407035"/>
                <wp:effectExtent l="0" t="0" r="0" b="0"/>
                <wp:wrapNone/>
                <wp:docPr id="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407035"/>
                        </a:xfrm>
                        <a:prstGeom prst="rect">
                          <a:avLst/>
                        </a:prstGeom>
                        <a:solidFill>
                          <a:srgbClr val="FFFF99">
                            <a:alpha val="2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13C" w:rsidRDefault="00CB013C" w:rsidP="00F62242">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70.9pt;margin-top:793.8pt;width:95.15pt;height:32.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" fillcolor="#ff9" stroked="f">
                <v:fill opacity="13107f"/>
                <v:textbox inset="0,0,0,0">
                  <w:txbxContent>
                    <w:p w:rsidR="00CB013C" w:rsidRDefault="00CB013C" w:rsidP="00F62242">
                      <w:pPr>
                        <w:rPr>
                          <w:szCs w:val="16"/>
                        </w:rPr>
                      </w:pPr>
                    </w:p>
                  </w:txbxContent>
                </v:textbox>
                <w10:wrap anchorx="page" anchory="page"/>
              </v:shape>
            </w:pict>
          </mc:Fallback>
        </mc:AlternateContent>
      </w:r>
      <w:r w:rsidR="00E87B9E">
        <w:t>Věc</w:t>
      </w:r>
      <w:r w:rsidR="003E006B">
        <w:t xml:space="preserve">: </w:t>
      </w:r>
      <w:r w:rsidR="003E006B" w:rsidRPr="003E006B">
        <w:t xml:space="preserve">Žádost o vydání </w:t>
      </w:r>
      <w:r w:rsidR="009F1288" w:rsidRPr="003E006B">
        <w:t>závazného stanoviska</w:t>
      </w:r>
      <w:r w:rsidR="003E006B" w:rsidRPr="003E006B">
        <w:t xml:space="preserve"> k zásahu do významného krajinného prvku formou správního rozhodnutí</w:t>
      </w:r>
    </w:p>
    <w:p w:rsidR="009F1288" w:rsidRDefault="009F1288" w:rsidP="003E006B"/>
    <w:p w:rsidR="003E006B" w:rsidRDefault="003E006B" w:rsidP="00EE235F">
      <w:pPr>
        <w:jc w:val="both"/>
      </w:pPr>
      <w:r>
        <w:t xml:space="preserve">Dle § 4, odst. 2 zákona č. 114/1992 Sb. v platném </w:t>
      </w:r>
      <w:r w:rsidR="009F0B0C">
        <w:t>znění Vás</w:t>
      </w:r>
      <w:r>
        <w:t xml:space="preserve"> žádáme o vydání závazného stanoviska k zásahu do VKP formou správního rozhodnutí pro vodní tok </w:t>
      </w:r>
      <w:r w:rsidR="00616E7F">
        <w:t>Čertovka ř. km 10,077 - 10,111.</w:t>
      </w:r>
    </w:p>
    <w:p w:rsidR="00616E7F" w:rsidRDefault="00616E7F" w:rsidP="00EE235F">
      <w:pPr>
        <w:jc w:val="both"/>
      </w:pPr>
    </w:p>
    <w:p w:rsidR="002653FF" w:rsidRDefault="00616E7F" w:rsidP="00616E7F">
      <w:pPr>
        <w:jc w:val="both"/>
      </w:pPr>
      <w:r>
        <w:t>Navrhovaná oprava koryta vodního toku Čertovka se nachází ve středu obce Bílé Podolí. Řešený úsek toku je od ř. km 10,077 do ř. km 10,111. Od začátku řešeného úseku ř. km 10,077 – 10,0872 má koryto lichoběžníkový tvar a je opevněno kamennou dlažbou uloženou do betonu. V této části se provede přespárování kamenné dlažby a doplnění vypadaného kamene v rozsahu 10,00 % plochy (orientační odhad, plocha bude upřesněná mezi stavebníkem a dodavatelem stavby po odtěžení sedimentu). Pravý břeh je ve sklonu cca 1:1 a levý břeh má sklon cca 1:1,5. Výška opevnění v korytě vodního toku je 1450 mm. Šířka dna je 3000 mm a dno je opevněno kamennou dlažbou. Obdélníkový profil koryta se nachází v ř. km 10,0872 – 10,111. Břehy tvoří kamenná zeď o výšce 1450 mm a tloušťce 600 mm. Dno je široké 3050 mm a opevněno je kamennou dlažbou. V daném úseku dochází k degradaci zdiva a je navrženo přespárování v celém rozsahu a doplnění kamene v 15,00 % plochy (orientační odhad, plocha bude upřesněná mezi stavebníkem a dodavatelem stavby po odtěžení sedimentu). V celém úseku je navrženo odtěžení sedimentu a sečení břehů.</w:t>
      </w:r>
      <w:r w:rsidR="0009334E">
        <w:t xml:space="preserve"> </w:t>
      </w:r>
    </w:p>
    <w:p w:rsidR="003E006B" w:rsidRDefault="003E006B" w:rsidP="00EE235F">
      <w:pPr>
        <w:jc w:val="both"/>
      </w:pPr>
      <w:r>
        <w:tab/>
      </w:r>
    </w:p>
    <w:p w:rsidR="0044558C" w:rsidRDefault="0044558C" w:rsidP="002E19A5"/>
    <w:p w:rsidR="0044558C" w:rsidRDefault="0044558C" w:rsidP="002E19A5"/>
    <w:p w:rsidR="000A26A4" w:rsidRDefault="000A26A4" w:rsidP="002E19A5"/>
    <w:p w:rsidR="000A26A4" w:rsidRDefault="000A26A4" w:rsidP="002E19A5"/>
    <w:p w:rsidR="000A26A4" w:rsidRDefault="000A26A4" w:rsidP="002E19A5"/>
    <w:p w:rsidR="000A26A4" w:rsidRDefault="000A26A4" w:rsidP="002E19A5"/>
    <w:p w:rsidR="0044558C" w:rsidRDefault="003E006B" w:rsidP="002E19A5">
      <w:r>
        <w:t xml:space="preserve">Ing. </w:t>
      </w:r>
      <w:r w:rsidR="00B56265">
        <w:t>Irena Kvapilová</w:t>
      </w:r>
    </w:p>
    <w:p w:rsidR="002E675E" w:rsidRDefault="00B56265" w:rsidP="002E19A5">
      <w:r>
        <w:t xml:space="preserve">provozně technický náměstek </w:t>
      </w:r>
    </w:p>
    <w:p w:rsidR="0044558C" w:rsidRDefault="0044558C" w:rsidP="002E19A5"/>
    <w:p w:rsidR="00EE235F" w:rsidRDefault="00EE235F" w:rsidP="002E19A5"/>
    <w:p w:rsidR="00616E7F" w:rsidRPr="000A26A4" w:rsidRDefault="00616E7F" w:rsidP="00616E7F">
      <w:pPr>
        <w:pStyle w:val="Navdom"/>
        <w:spacing w:before="0"/>
        <w:outlineLvl w:val="0"/>
        <w:rPr>
          <w:b w:val="0"/>
          <w:u w:val="single"/>
        </w:rPr>
      </w:pPr>
      <w:r w:rsidRPr="000A26A4">
        <w:rPr>
          <w:b w:val="0"/>
          <w:u w:val="single"/>
        </w:rPr>
        <w:t>Přílohy:</w:t>
      </w:r>
    </w:p>
    <w:p w:rsidR="00616E7F" w:rsidRPr="000A26A4" w:rsidRDefault="000A26A4" w:rsidP="00616E7F">
      <w:pPr>
        <w:pStyle w:val="Navdom"/>
        <w:spacing w:before="0"/>
        <w:outlineLvl w:val="0"/>
        <w:rPr>
          <w:b w:val="0"/>
        </w:rPr>
      </w:pPr>
      <w:r w:rsidRPr="000A26A4">
        <w:rPr>
          <w:b w:val="0"/>
        </w:rPr>
        <w:t>1)</w:t>
      </w:r>
      <w:r w:rsidR="00616E7F" w:rsidRPr="000A26A4">
        <w:rPr>
          <w:b w:val="0"/>
        </w:rPr>
        <w:t xml:space="preserve"> Pověření Ing. Irena Kvapilová</w:t>
      </w:r>
    </w:p>
    <w:p w:rsidR="00F62242" w:rsidRPr="000A26A4" w:rsidRDefault="000A26A4" w:rsidP="00616E7F">
      <w:pPr>
        <w:pStyle w:val="Navdom"/>
        <w:spacing w:before="0"/>
        <w:outlineLvl w:val="0"/>
        <w:rPr>
          <w:b w:val="0"/>
        </w:rPr>
      </w:pPr>
      <w:r w:rsidRPr="000A26A4">
        <w:rPr>
          <w:b w:val="0"/>
        </w:rPr>
        <w:t>2)</w:t>
      </w:r>
      <w:r w:rsidR="00616E7F" w:rsidRPr="000A26A4">
        <w:rPr>
          <w:b w:val="0"/>
        </w:rPr>
        <w:t>Technická dokumentace</w:t>
      </w:r>
    </w:p>
    <w:p w:rsidR="000A26A4" w:rsidRPr="000A26A4" w:rsidRDefault="000A26A4" w:rsidP="00616E7F">
      <w:pPr>
        <w:pStyle w:val="Textdopisu"/>
        <w:spacing w:before="0"/>
      </w:pPr>
      <w:r w:rsidRPr="000A26A4">
        <w:t>3)</w:t>
      </w:r>
      <w:r w:rsidR="00616E7F" w:rsidRPr="000A26A4">
        <w:t xml:space="preserve"> Závazné stanovisko ke stavbě „Čertovka, Bílé Podolí, Oprava opevnění v obci, ř. km 10,077 – 10,111“</w:t>
      </w:r>
      <w:r w:rsidRPr="000A26A4">
        <w:t xml:space="preserve">, </w:t>
      </w:r>
    </w:p>
    <w:p w:rsidR="00616E7F" w:rsidRPr="000A26A4" w:rsidRDefault="000A26A4" w:rsidP="000A26A4">
      <w:pPr>
        <w:pStyle w:val="Textdopisu"/>
        <w:spacing w:before="0"/>
        <w:ind w:firstLine="142"/>
      </w:pPr>
      <w:r w:rsidRPr="000A26A4">
        <w:t>Č. j.: MěÚ/14445/2022/ŽP</w:t>
      </w:r>
      <w:r>
        <w:t>, vydal MěÚ Čáslav</w:t>
      </w:r>
    </w:p>
    <w:sectPr w:rsidR="00616E7F" w:rsidRPr="000A26A4">
      <w:footerReference w:type="default" r:id="rId9"/>
      <w:pgSz w:w="11907" w:h="16840" w:code="9"/>
      <w:pgMar w:top="709" w:right="1134" w:bottom="1134" w:left="1418" w:header="708"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138" w:rsidRDefault="005A7138">
      <w:r>
        <w:separator/>
      </w:r>
    </w:p>
  </w:endnote>
  <w:endnote w:type="continuationSeparator" w:id="0">
    <w:p w:rsidR="005A7138" w:rsidRDefault="005A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89E" w:rsidRDefault="00220DF8">
    <w:pPr>
      <w:pStyle w:val="Zpat"/>
    </w:pPr>
    <w:r>
      <w:rPr>
        <w:noProof/>
      </w:rPr>
      <mc:AlternateContent>
        <mc:Choice Requires="wpg">
          <w:drawing>
            <wp:anchor distT="0" distB="0" distL="114300" distR="114300" simplePos="0" relativeHeight="251658240" behindDoc="0" locked="1" layoutInCell="0" allowOverlap="1">
              <wp:simplePos x="0" y="0"/>
              <wp:positionH relativeFrom="margin">
                <wp:posOffset>-540385</wp:posOffset>
              </wp:positionH>
              <wp:positionV relativeFrom="page">
                <wp:posOffset>3564255</wp:posOffset>
              </wp:positionV>
              <wp:extent cx="6842125" cy="36004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2125" cy="3600450"/>
                        <a:chOff x="567" y="5613"/>
                        <a:chExt cx="10775" cy="5670"/>
                      </a:xfrm>
                    </wpg:grpSpPr>
                    <wps:wsp>
                      <wps:cNvPr id="3" name="Line 3"/>
                      <wps:cNvCnPr>
                        <a:cxnSpLocks noChangeShapeType="1"/>
                      </wps:cNvCnPr>
                      <wps:spPr bwMode="auto">
                        <a:xfrm>
                          <a:off x="567" y="5613"/>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567" y="11283"/>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11198" y="5613"/>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 name="Line 6"/>
                      <wps:cNvCnPr>
                        <a:cxnSpLocks noChangeShapeType="1"/>
                      </wps:cNvCnPr>
                      <wps:spPr bwMode="auto">
                        <a:xfrm>
                          <a:off x="11198" y="11283"/>
                          <a:ext cx="1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041AC8" id="Group 2" o:spid="_x0000_s1026" style="position:absolute;margin-left:-42.55pt;margin-top:280.65pt;width:538.75pt;height:283.5pt;z-index:251658240;mso-position-horizontal-relative:margin;mso-position-vertical-relative:page" coordorigin="567,5613" coordsize="10775,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" o:allowincell="f">
              <v:line id="Line 3" o:spid="_x0000_s1027" style="position:absolute;visibility:visible;mso-wrap-style:square" from="567,5613" to="711,5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4" o:spid="_x0000_s1028" style="position:absolute;visibility:visible;mso-wrap-style:square" from="567,11283" to="711,1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5" o:spid="_x0000_s1029" style="position:absolute;visibility:visible;mso-wrap-style:square" from="11198,5613" to="11342,5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6" o:spid="_x0000_s1030" style="position:absolute;visibility:visible;mso-wrap-style:square" from="11198,11283" to="11342,1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"/>
              <w10:wrap anchorx="margin" anchory="page"/>
              <w10:anchorlock/>
            </v:group>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533400</wp:posOffset>
              </wp:positionH>
              <wp:positionV relativeFrom="page">
                <wp:posOffset>10075545</wp:posOffset>
              </wp:positionV>
              <wp:extent cx="1343025" cy="407035"/>
              <wp:effectExtent l="0" t="0" r="0" b="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07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89E" w:rsidRPr="00934C06" w:rsidRDefault="008A789E" w:rsidP="008A789E">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42pt;margin-top:793.35pt;width:105.75pt;height:32.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" stroked="f">
              <v:textbox inset="0,0,0,0">
                <w:txbxContent>
                  <w:p w:rsidR="008A789E" w:rsidRPr="00934C06" w:rsidRDefault="008A789E" w:rsidP="008A789E">
                    <w:pPr>
                      <w:rPr>
                        <w:szCs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138" w:rsidRDefault="005A7138">
      <w:r>
        <w:separator/>
      </w:r>
    </w:p>
  </w:footnote>
  <w:footnote w:type="continuationSeparator" w:id="0">
    <w:p w:rsidR="005A7138" w:rsidRDefault="005A71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335D4"/>
    <w:multiLevelType w:val="singleLevel"/>
    <w:tmpl w:val="1578E5DC"/>
    <w:lvl w:ilvl="0">
      <w:start w:val="1"/>
      <w:numFmt w:val="bullet"/>
      <w:pStyle w:val="Odrk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0C"/>
    <w:rsid w:val="00020FF2"/>
    <w:rsid w:val="000308F6"/>
    <w:rsid w:val="00034A8F"/>
    <w:rsid w:val="00067B95"/>
    <w:rsid w:val="00073133"/>
    <w:rsid w:val="00073644"/>
    <w:rsid w:val="0009334E"/>
    <w:rsid w:val="000A26A4"/>
    <w:rsid w:val="000B09B4"/>
    <w:rsid w:val="000B75E1"/>
    <w:rsid w:val="000E4E4C"/>
    <w:rsid w:val="001051E4"/>
    <w:rsid w:val="00134956"/>
    <w:rsid w:val="001678CC"/>
    <w:rsid w:val="001856F4"/>
    <w:rsid w:val="001B17F5"/>
    <w:rsid w:val="001D137A"/>
    <w:rsid w:val="00215C6F"/>
    <w:rsid w:val="00220DF8"/>
    <w:rsid w:val="00242E04"/>
    <w:rsid w:val="002604C3"/>
    <w:rsid w:val="00260F10"/>
    <w:rsid w:val="002653FF"/>
    <w:rsid w:val="00280B0D"/>
    <w:rsid w:val="002946D8"/>
    <w:rsid w:val="002A1A80"/>
    <w:rsid w:val="002E19A5"/>
    <w:rsid w:val="002E675E"/>
    <w:rsid w:val="00305136"/>
    <w:rsid w:val="00383CDD"/>
    <w:rsid w:val="00396746"/>
    <w:rsid w:val="003B356B"/>
    <w:rsid w:val="003C134F"/>
    <w:rsid w:val="003E006B"/>
    <w:rsid w:val="003E032D"/>
    <w:rsid w:val="00441689"/>
    <w:rsid w:val="0044558C"/>
    <w:rsid w:val="00474C2D"/>
    <w:rsid w:val="004928A6"/>
    <w:rsid w:val="00497DE1"/>
    <w:rsid w:val="00525EC6"/>
    <w:rsid w:val="0056671E"/>
    <w:rsid w:val="005A00E3"/>
    <w:rsid w:val="005A7138"/>
    <w:rsid w:val="005B570C"/>
    <w:rsid w:val="00616E7F"/>
    <w:rsid w:val="0063765E"/>
    <w:rsid w:val="00642FA7"/>
    <w:rsid w:val="00667832"/>
    <w:rsid w:val="006B02DB"/>
    <w:rsid w:val="006C2DFE"/>
    <w:rsid w:val="006D40D5"/>
    <w:rsid w:val="006D4FAD"/>
    <w:rsid w:val="007009C3"/>
    <w:rsid w:val="00703D5F"/>
    <w:rsid w:val="00737612"/>
    <w:rsid w:val="00761480"/>
    <w:rsid w:val="00775C51"/>
    <w:rsid w:val="007A1B98"/>
    <w:rsid w:val="007B6D6D"/>
    <w:rsid w:val="007D06F0"/>
    <w:rsid w:val="007D5BEE"/>
    <w:rsid w:val="007E2223"/>
    <w:rsid w:val="007F28B7"/>
    <w:rsid w:val="00811B17"/>
    <w:rsid w:val="00834C66"/>
    <w:rsid w:val="008353F3"/>
    <w:rsid w:val="008442E0"/>
    <w:rsid w:val="008641B9"/>
    <w:rsid w:val="008A789E"/>
    <w:rsid w:val="0091206D"/>
    <w:rsid w:val="00917992"/>
    <w:rsid w:val="00923075"/>
    <w:rsid w:val="00947D88"/>
    <w:rsid w:val="00952791"/>
    <w:rsid w:val="009622CB"/>
    <w:rsid w:val="009D6F11"/>
    <w:rsid w:val="009F0B0C"/>
    <w:rsid w:val="009F1288"/>
    <w:rsid w:val="00A114C9"/>
    <w:rsid w:val="00A14ED9"/>
    <w:rsid w:val="00A64B6A"/>
    <w:rsid w:val="00A93FCE"/>
    <w:rsid w:val="00AA72FE"/>
    <w:rsid w:val="00AB78D6"/>
    <w:rsid w:val="00AC0310"/>
    <w:rsid w:val="00AE37A1"/>
    <w:rsid w:val="00B15ABB"/>
    <w:rsid w:val="00B45ACC"/>
    <w:rsid w:val="00B56265"/>
    <w:rsid w:val="00B762F9"/>
    <w:rsid w:val="00B828C0"/>
    <w:rsid w:val="00B8575C"/>
    <w:rsid w:val="00BC6BFD"/>
    <w:rsid w:val="00BD2D91"/>
    <w:rsid w:val="00C0627B"/>
    <w:rsid w:val="00C537B1"/>
    <w:rsid w:val="00C71799"/>
    <w:rsid w:val="00C80478"/>
    <w:rsid w:val="00CB013C"/>
    <w:rsid w:val="00D23172"/>
    <w:rsid w:val="00D513A5"/>
    <w:rsid w:val="00DA3973"/>
    <w:rsid w:val="00DC60AC"/>
    <w:rsid w:val="00DD0659"/>
    <w:rsid w:val="00DE476C"/>
    <w:rsid w:val="00E05C03"/>
    <w:rsid w:val="00E11EB1"/>
    <w:rsid w:val="00E1717E"/>
    <w:rsid w:val="00E30B51"/>
    <w:rsid w:val="00E536AB"/>
    <w:rsid w:val="00E55FBC"/>
    <w:rsid w:val="00E87B9E"/>
    <w:rsid w:val="00EA3726"/>
    <w:rsid w:val="00EB6FED"/>
    <w:rsid w:val="00ED1BD7"/>
    <w:rsid w:val="00EE235F"/>
    <w:rsid w:val="00F077C6"/>
    <w:rsid w:val="00F12659"/>
    <w:rsid w:val="00F16F18"/>
    <w:rsid w:val="00F45952"/>
    <w:rsid w:val="00F62242"/>
    <w:rsid w:val="00F815B1"/>
    <w:rsid w:val="00F85D9D"/>
    <w:rsid w:val="00FA523A"/>
    <w:rsid w:val="00FD2A84"/>
    <w:rsid w:val="00FD3A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AC11D25-71BA-4FE8-8C00-1772263B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rPr>
  </w:style>
  <w:style w:type="paragraph" w:styleId="Nadpis2">
    <w:name w:val="heading 2"/>
    <w:basedOn w:val="Normln"/>
    <w:next w:val="Normln"/>
    <w:qFormat/>
    <w:pPr>
      <w:keepNext/>
      <w:spacing w:before="240" w:after="60"/>
      <w:outlineLvl w:val="1"/>
    </w:pPr>
    <w:rPr>
      <w:b/>
      <w:i/>
      <w:sz w:val="24"/>
    </w:rPr>
  </w:style>
  <w:style w:type="paragraph" w:styleId="Nadpis6">
    <w:name w:val="heading 6"/>
    <w:basedOn w:val="Normln"/>
    <w:next w:val="Normln"/>
    <w:qFormat/>
    <w:pPr>
      <w:spacing w:before="240" w:after="60"/>
      <w:outlineLvl w:val="5"/>
    </w:pPr>
    <w:rPr>
      <w:i/>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dentifikace">
    <w:name w:val="Identifikace"/>
    <w:basedOn w:val="Normln"/>
    <w:pPr>
      <w:widowControl w:val="0"/>
    </w:pPr>
    <w:rPr>
      <w:snapToGrid w:val="0"/>
      <w:sz w:val="16"/>
    </w:rPr>
  </w:style>
  <w:style w:type="paragraph" w:customStyle="1" w:styleId="Adresa">
    <w:name w:val="Adresa"/>
    <w:basedOn w:val="Nadpis2"/>
    <w:autoRedefine/>
    <w:rsid w:val="00215C6F"/>
    <w:pPr>
      <w:spacing w:before="60" w:after="0"/>
      <w:ind w:left="284"/>
      <w:jc w:val="right"/>
    </w:pPr>
    <w:rPr>
      <w:rFonts w:cs="Arial"/>
      <w:i w:val="0"/>
      <w:color w:val="000000"/>
      <w:sz w:val="22"/>
      <w:szCs w:val="22"/>
    </w:rPr>
  </w:style>
  <w:style w:type="paragraph" w:customStyle="1" w:styleId="Nzevfirmy">
    <w:name w:val="Název firmy"/>
    <w:basedOn w:val="Nadpis6"/>
    <w:pPr>
      <w:keepNext/>
      <w:widowControl w:val="0"/>
      <w:tabs>
        <w:tab w:val="left" w:pos="2552"/>
      </w:tabs>
      <w:spacing w:before="0" w:after="0"/>
    </w:pPr>
    <w:rPr>
      <w:b/>
      <w:i w:val="0"/>
      <w:snapToGrid w:val="0"/>
      <w:sz w:val="34"/>
    </w:rPr>
  </w:style>
  <w:style w:type="paragraph" w:customStyle="1" w:styleId="Vc">
    <w:name w:val="Věc"/>
    <w:basedOn w:val="Normln"/>
    <w:autoRedefine/>
    <w:pPr>
      <w:spacing w:before="720"/>
    </w:pPr>
    <w:rPr>
      <w:b/>
      <w:u w:val="single"/>
    </w:rPr>
  </w:style>
  <w:style w:type="paragraph" w:customStyle="1" w:styleId="Nadpisy">
    <w:name w:val="Nadpisy"/>
    <w:basedOn w:val="Normln"/>
    <w:pPr>
      <w:tabs>
        <w:tab w:val="center" w:pos="993"/>
        <w:tab w:val="center" w:pos="3686"/>
        <w:tab w:val="center" w:pos="6096"/>
        <w:tab w:val="center" w:pos="8364"/>
      </w:tabs>
      <w:spacing w:before="480"/>
    </w:pPr>
    <w:rPr>
      <w:sz w:val="16"/>
    </w:rPr>
  </w:style>
  <w:style w:type="paragraph" w:styleId="Osloven">
    <w:name w:val="Salutation"/>
    <w:basedOn w:val="Normln"/>
    <w:next w:val="Normln"/>
    <w:pPr>
      <w:spacing w:before="480" w:after="360"/>
    </w:pPr>
  </w:style>
  <w:style w:type="paragraph" w:customStyle="1" w:styleId="Textdopisu">
    <w:name w:val="Text dopisu"/>
    <w:basedOn w:val="Zkladntextodsazen"/>
    <w:pPr>
      <w:spacing w:before="120" w:after="0"/>
      <w:ind w:left="0"/>
      <w:jc w:val="both"/>
    </w:pPr>
  </w:style>
  <w:style w:type="paragraph" w:styleId="Podpis">
    <w:name w:val="Signature"/>
    <w:basedOn w:val="Normln"/>
    <w:pPr>
      <w:tabs>
        <w:tab w:val="center" w:pos="7088"/>
      </w:tabs>
    </w:pPr>
  </w:style>
  <w:style w:type="paragraph" w:customStyle="1" w:styleId="Ploha">
    <w:name w:val="Příloha"/>
    <w:next w:val="Textdopisu"/>
    <w:pPr>
      <w:spacing w:before="720"/>
    </w:pPr>
    <w:rPr>
      <w:rFonts w:ascii="Arial" w:hAnsi="Arial"/>
      <w:noProof/>
      <w:u w:val="single"/>
    </w:rPr>
  </w:style>
  <w:style w:type="paragraph" w:customStyle="1" w:styleId="Navdom">
    <w:name w:val="Na vědomí"/>
    <w:next w:val="Textdopisu"/>
    <w:pPr>
      <w:spacing w:before="240"/>
    </w:pPr>
    <w:rPr>
      <w:rFonts w:ascii="Arial" w:hAnsi="Arial"/>
      <w:b/>
    </w:rPr>
  </w:style>
  <w:style w:type="paragraph" w:styleId="Zkladntextodsazen">
    <w:name w:val="Body Text Indent"/>
    <w:basedOn w:val="Normln"/>
    <w:pPr>
      <w:spacing w:after="120"/>
      <w:ind w:left="283"/>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Nadpisydata">
    <w:name w:val="Nadpisy data"/>
    <w:basedOn w:val="Nadpisy"/>
    <w:pPr>
      <w:spacing w:before="0"/>
    </w:pPr>
    <w:rPr>
      <w:sz w:val="20"/>
    </w:rPr>
  </w:style>
  <w:style w:type="paragraph" w:customStyle="1" w:styleId="Odrka">
    <w:name w:val="Odrážka"/>
    <w:basedOn w:val="Normln"/>
    <w:autoRedefine/>
    <w:pPr>
      <w:widowControl w:val="0"/>
      <w:numPr>
        <w:numId w:val="1"/>
      </w:numPr>
    </w:pPr>
    <w:rPr>
      <w:snapToGrid w:val="0"/>
      <w:sz w:val="24"/>
    </w:rPr>
  </w:style>
  <w:style w:type="paragraph" w:customStyle="1" w:styleId="Export0">
    <w:name w:val="Export 0"/>
    <w:basedOn w:val="Normln"/>
    <w:link w:val="Export0Char"/>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snapToGrid w:val="0"/>
      <w:sz w:val="24"/>
    </w:rPr>
  </w:style>
  <w:style w:type="paragraph" w:styleId="Rozloendokumentu">
    <w:name w:val="Document Map"/>
    <w:basedOn w:val="Normln"/>
    <w:semiHidden/>
    <w:rsid w:val="00CB013C"/>
    <w:pPr>
      <w:shd w:val="clear" w:color="auto" w:fill="000080"/>
    </w:pPr>
    <w:rPr>
      <w:rFonts w:ascii="Tahoma" w:hAnsi="Tahoma" w:cs="Tahoma"/>
    </w:rPr>
  </w:style>
  <w:style w:type="paragraph" w:customStyle="1" w:styleId="Zavod">
    <w:name w:val="Zavod"/>
    <w:link w:val="ZavodChar"/>
    <w:autoRedefine/>
    <w:rsid w:val="00073644"/>
    <w:pPr>
      <w:spacing w:after="120"/>
    </w:pPr>
    <w:rPr>
      <w:rFonts w:ascii="Arial" w:hAnsi="Arial"/>
      <w:b/>
      <w:snapToGrid w:val="0"/>
      <w:sz w:val="22"/>
    </w:rPr>
  </w:style>
  <w:style w:type="paragraph" w:customStyle="1" w:styleId="Zavodnazev">
    <w:name w:val="Zavod_nazev"/>
    <w:basedOn w:val="Zavod"/>
    <w:link w:val="ZavodnazevChar"/>
    <w:autoRedefine/>
    <w:rsid w:val="00441689"/>
    <w:pPr>
      <w:spacing w:after="0"/>
    </w:pPr>
    <w:rPr>
      <w:sz w:val="24"/>
      <w:szCs w:val="24"/>
    </w:rPr>
  </w:style>
  <w:style w:type="character" w:customStyle="1" w:styleId="Export0Char">
    <w:name w:val="Export 0 Char"/>
    <w:link w:val="Export0"/>
    <w:rsid w:val="00073644"/>
    <w:rPr>
      <w:rFonts w:ascii="Arial" w:hAnsi="Arial"/>
      <w:snapToGrid w:val="0"/>
      <w:sz w:val="24"/>
      <w:lang w:val="cs-CZ" w:eastAsia="cs-CZ" w:bidi="ar-SA"/>
    </w:rPr>
  </w:style>
  <w:style w:type="character" w:customStyle="1" w:styleId="ZavodChar">
    <w:name w:val="Zavod Char"/>
    <w:link w:val="Zavod"/>
    <w:rsid w:val="00073644"/>
    <w:rPr>
      <w:rFonts w:ascii="Arial" w:hAnsi="Arial"/>
      <w:b/>
      <w:snapToGrid w:val="0"/>
      <w:sz w:val="22"/>
      <w:lang w:val="cs-CZ" w:eastAsia="cs-CZ" w:bidi="ar-SA"/>
    </w:rPr>
  </w:style>
  <w:style w:type="character" w:customStyle="1" w:styleId="ZavodnazevChar">
    <w:name w:val="Zavod_nazev Char"/>
    <w:link w:val="Zavodnazev"/>
    <w:rsid w:val="00441689"/>
    <w:rPr>
      <w:rFonts w:ascii="Arial" w:hAnsi="Arial"/>
      <w:b/>
      <w:snapToGrid w:val="0"/>
      <w:sz w:val="24"/>
      <w:szCs w:val="24"/>
      <w:lang w:val="cs-CZ" w:eastAsia="cs-CZ" w:bidi="ar-SA"/>
    </w:rPr>
  </w:style>
  <w:style w:type="paragraph" w:customStyle="1" w:styleId="Zavodadresa">
    <w:name w:val="Zavod_adresa"/>
    <w:basedOn w:val="Zavod"/>
    <w:link w:val="ZavodadresaChar"/>
    <w:autoRedefine/>
    <w:rsid w:val="00073644"/>
    <w:rPr>
      <w:sz w:val="20"/>
    </w:rPr>
  </w:style>
  <w:style w:type="character" w:customStyle="1" w:styleId="ZavodadresaChar">
    <w:name w:val="Zavod_adresa Char"/>
    <w:basedOn w:val="ZavodChar"/>
    <w:link w:val="Zavodadresa"/>
    <w:rsid w:val="00073644"/>
    <w:rPr>
      <w:rFonts w:ascii="Arial" w:hAnsi="Arial"/>
      <w:b/>
      <w:snapToGrid w:val="0"/>
      <w:sz w:val="22"/>
      <w:lang w:val="cs-CZ" w:eastAsia="cs-CZ" w:bidi="ar-SA"/>
    </w:rPr>
  </w:style>
  <w:style w:type="table" w:styleId="Mkatabulky">
    <w:name w:val="Table Grid"/>
    <w:basedOn w:val="Normlntabulka"/>
    <w:uiPriority w:val="39"/>
    <w:rsid w:val="00C8047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2A1A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princ_D_zal\Documents\DK\2020\8_2020_09_25_PCE\3_ZS_Lou&#269;n&#225;%20Sezemice%20k&#225;cen&#237;\projednani_DOSS\z&#225;sah%20do%20VKP%20-%20&#353;ablon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zásah do VKP - šablona</Template>
  <TotalTime>117</TotalTime>
  <Pages>1</Pages>
  <Words>260</Words>
  <Characters>1538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Dopis PLA</vt:lpstr>
    </vt:vector>
  </TitlesOfParts>
  <Company>Povodí Labe</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 PLA</dc:title>
  <dc:subject/>
  <dc:creator>Ing. Ivan Princ</dc:creator>
  <cp:keywords/>
  <cp:lastModifiedBy>Ing. Ivan Princ</cp:lastModifiedBy>
  <cp:revision>39</cp:revision>
  <cp:lastPrinted>2014-05-13T07:16:00Z</cp:lastPrinted>
  <dcterms:created xsi:type="dcterms:W3CDTF">2020-09-24T13:28:00Z</dcterms:created>
  <dcterms:modified xsi:type="dcterms:W3CDTF">2022-03-29T11:46:00Z</dcterms:modified>
</cp:coreProperties>
</file>